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 NOWA.docx</dmsv2BaseFileName>
    <dmsv2BaseDisplayName xmlns="http://schemas.microsoft.com/sharepoint/v3">Załącznik nr 6 do SWZ - Wzór umowy powierzenia przetwarzania danych - NOWA</dmsv2BaseDisplayName>
    <dmsv2SWPP2ObjectNumber xmlns="http://schemas.microsoft.com/sharepoint/v3">POST/DYS/OLD/GZ/04239/2025                        </dmsv2SWPP2ObjectNumber>
    <dmsv2SWPP2SumMD5 xmlns="http://schemas.microsoft.com/sharepoint/v3">c4c55563860a03e059298926cd8009ab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23843435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DPFVW34YURAE-834641568-2089</_dlc_DocId>
    <_dlc_DocIdUrl xmlns="a19cb1c7-c5c7-46d4-85ae-d83685407bba">
      <Url>https://swpp2.dms.gkpge.pl/sites/40/_layouts/15/DocIdRedir.aspx?ID=DPFVW34YURAE-834641568-2089</Url>
      <Description>DPFVW34YURAE-834641568-2089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CA221A9C-FA0A-4448-94FB-46E868FD041D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C67E7A4-F1D3-4993-B9FB-03C63A0B46A2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d708b623-e92f-414c-965d-605cd9e89441</vt:lpwstr>
  </property>
</Properties>
</file>